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DA61D" w14:textId="353FD4A9" w:rsidR="00047835" w:rsidRPr="00047835" w:rsidRDefault="0026294C" w:rsidP="00A67BD2">
      <w:pPr>
        <w:pStyle w:val="Nzev"/>
      </w:pPr>
      <w:r w:rsidRPr="0026294C">
        <w:t xml:space="preserve">Zpráva </w:t>
      </w:r>
      <w:r w:rsidR="000F0486">
        <w:t>VOLEBNÍ</w:t>
      </w:r>
      <w:r w:rsidRPr="0026294C">
        <w:t xml:space="preserve"> komise</w:t>
      </w:r>
      <w:r w:rsidR="00BF6BFB">
        <w:br/>
        <w:t xml:space="preserve">SH ČMS - </w:t>
      </w:r>
      <w:r w:rsidR="00047835" w:rsidRPr="00047835">
        <w:t>Sbor dobrovolných hasičů</w:t>
      </w:r>
      <w:r w:rsidR="00BF6BFB">
        <w:t xml:space="preserve"> </w:t>
      </w:r>
      <w:r w:rsidR="00EB1150" w:rsidRPr="00EB1150">
        <w:t>[název]</w:t>
      </w:r>
    </w:p>
    <w:p w14:paraId="74B0B465" w14:textId="77777777" w:rsidR="00A076A8" w:rsidRDefault="00A076A8" w:rsidP="00452C7E">
      <w:pPr>
        <w:jc w:val="center"/>
      </w:pPr>
      <w:r>
        <w:t>Valná hromada konaná dne [datum] v [místo konání]</w:t>
      </w:r>
    </w:p>
    <w:p w14:paraId="10A92FBC" w14:textId="77777777" w:rsidR="00062EB9" w:rsidRDefault="00062EB9" w:rsidP="00062EB9"/>
    <w:p w14:paraId="2DEDAC95" w14:textId="1C9EBC44" w:rsidR="00062EB9" w:rsidRDefault="00062EB9" w:rsidP="00062EB9">
      <w:r>
        <w:t>Volební komise ve složení:</w:t>
      </w:r>
    </w:p>
    <w:p w14:paraId="07F526A9" w14:textId="77777777" w:rsidR="00062EB9" w:rsidRDefault="00062EB9" w:rsidP="00062EB9">
      <w:r>
        <w:t>Předseda komise: [jméno]</w:t>
      </w:r>
    </w:p>
    <w:p w14:paraId="36148209" w14:textId="77777777" w:rsidR="00062EB9" w:rsidRDefault="00062EB9" w:rsidP="00062EB9">
      <w:r>
        <w:t>Členové: [jméno], [jméno]</w:t>
      </w:r>
    </w:p>
    <w:p w14:paraId="4BCD5B0D" w14:textId="77777777" w:rsidR="00062EB9" w:rsidRDefault="00062EB9" w:rsidP="00062EB9"/>
    <w:p w14:paraId="202ADC03" w14:textId="77777777" w:rsidR="00062EB9" w:rsidRDefault="00062EB9" w:rsidP="00062EB9">
      <w:r>
        <w:t>provedla volby do funkcí výboru SDH a revizora SDH dle schváleného programu valné hromady.</w:t>
      </w:r>
    </w:p>
    <w:p w14:paraId="27473436" w14:textId="77777777" w:rsidR="00062EB9" w:rsidRDefault="00062EB9" w:rsidP="00062EB9"/>
    <w:p w14:paraId="71AABC47" w14:textId="77777777" w:rsidR="00062EB9" w:rsidRDefault="00062EB9" w:rsidP="00062EB9">
      <w:r>
        <w:t>Komise konstatovala, že volby proběhly řádně, v souladu se stanovami SH ČMS a podle schváleného volebního řádu.</w:t>
      </w:r>
    </w:p>
    <w:p w14:paraId="3E05E6A1" w14:textId="77777777" w:rsidR="00062EB9" w:rsidRDefault="00062EB9" w:rsidP="00062EB9"/>
    <w:p w14:paraId="036D8BA1" w14:textId="77777777" w:rsidR="00062EB9" w:rsidRDefault="00062EB9" w:rsidP="00062EB9">
      <w:r>
        <w:t>Výsledky voleb:</w:t>
      </w:r>
    </w:p>
    <w:p w14:paraId="1C924A80" w14:textId="77777777" w:rsidR="00062EB9" w:rsidRDefault="00062EB9" w:rsidP="00062EB9"/>
    <w:p w14:paraId="3340CE04" w14:textId="77777777" w:rsidR="00062EB9" w:rsidRDefault="00062EB9" w:rsidP="00062EB9">
      <w:r>
        <w:t>Starosta SDH: [jméno] – zvolen počtem [počet] hlasů</w:t>
      </w:r>
    </w:p>
    <w:p w14:paraId="582C4E29" w14:textId="77777777" w:rsidR="00062EB9" w:rsidRDefault="00062EB9" w:rsidP="00062EB9">
      <w:r>
        <w:t>Náměstci starosty:</w:t>
      </w:r>
    </w:p>
    <w:p w14:paraId="36BF6B83" w14:textId="77777777" w:rsidR="00062EB9" w:rsidRDefault="00062EB9" w:rsidP="00062EB9"/>
    <w:p w14:paraId="688C5AA7" w14:textId="77777777" w:rsidR="00062EB9" w:rsidRDefault="00062EB9" w:rsidP="00062EB9">
      <w:r>
        <w:t>[jméno] – [počet hlasů]</w:t>
      </w:r>
    </w:p>
    <w:p w14:paraId="6B7E9F3E" w14:textId="77777777" w:rsidR="00062EB9" w:rsidRDefault="00062EB9" w:rsidP="00062EB9"/>
    <w:p w14:paraId="73B000E9" w14:textId="77777777" w:rsidR="00062EB9" w:rsidRDefault="00062EB9" w:rsidP="00062EB9">
      <w:r>
        <w:t>[jméno] – [počet hlasů]</w:t>
      </w:r>
    </w:p>
    <w:p w14:paraId="421FE05B" w14:textId="77777777" w:rsidR="00062EB9" w:rsidRDefault="00062EB9" w:rsidP="00062EB9"/>
    <w:p w14:paraId="5BEEEAAF" w14:textId="77777777" w:rsidR="00062EB9" w:rsidRDefault="00062EB9" w:rsidP="00062EB9">
      <w:r>
        <w:t>Velitel SDH: [jméno] – [počet hlasů]</w:t>
      </w:r>
    </w:p>
    <w:p w14:paraId="77AE1D6D" w14:textId="77777777" w:rsidR="00062EB9" w:rsidRDefault="00062EB9" w:rsidP="00062EB9">
      <w:r>
        <w:t>Členové výboru SDH: [jména a počty hlasů]</w:t>
      </w:r>
    </w:p>
    <w:p w14:paraId="6DABE757" w14:textId="77777777" w:rsidR="00062EB9" w:rsidRDefault="00062EB9" w:rsidP="00062EB9">
      <w:r>
        <w:t>Revizor SDH: [jméno] – [počet hlasů]</w:t>
      </w:r>
    </w:p>
    <w:p w14:paraId="76D6E179" w14:textId="77777777" w:rsidR="00062EB9" w:rsidRDefault="00062EB9" w:rsidP="00062EB9"/>
    <w:p w14:paraId="2C94DC50" w14:textId="77777777" w:rsidR="00062EB9" w:rsidRDefault="00062EB9" w:rsidP="00062EB9">
      <w:r>
        <w:t>Volební komise potvrzuje, že všichni zvolení kandidáti přijali zvolení a že volby jsou platné.</w:t>
      </w:r>
    </w:p>
    <w:p w14:paraId="65D4BE8E" w14:textId="77777777" w:rsidR="00062EB9" w:rsidRDefault="00062EB9" w:rsidP="00062EB9"/>
    <w:p w14:paraId="2D9F3118" w14:textId="77777777" w:rsidR="00062EB9" w:rsidRDefault="00062EB9" w:rsidP="00062EB9">
      <w:r>
        <w:t>V [místo], dne [datum]</w:t>
      </w:r>
    </w:p>
    <w:p w14:paraId="4F2B2196" w14:textId="77777777" w:rsidR="00062EB9" w:rsidRDefault="00062EB9" w:rsidP="00062EB9"/>
    <w:p w14:paraId="12BED51A" w14:textId="44B4565A" w:rsidR="00A076A8" w:rsidRDefault="00062EB9" w:rsidP="00062EB9">
      <w:r>
        <w:t>Za volební komisi:</w:t>
      </w:r>
    </w:p>
    <w:p w14:paraId="13BCFC98" w14:textId="77777777" w:rsidR="00A076A8" w:rsidRDefault="00A076A8" w:rsidP="00A076A8"/>
    <w:p w14:paraId="46917572" w14:textId="77777777" w:rsidR="00A076A8" w:rsidRDefault="00A076A8" w:rsidP="00A076A8"/>
    <w:p w14:paraId="55C4CB03" w14:textId="543313F5" w:rsidR="00A076A8" w:rsidRDefault="00A076A8" w:rsidP="00A076A8">
      <w:r>
        <w:t>[jméno], předseda komise</w:t>
      </w:r>
    </w:p>
    <w:p w14:paraId="1734223D" w14:textId="77777777" w:rsidR="00A076A8" w:rsidRDefault="00A076A8" w:rsidP="00A076A8"/>
    <w:p w14:paraId="42073766" w14:textId="77777777" w:rsidR="00A076A8" w:rsidRDefault="00A076A8" w:rsidP="00A076A8"/>
    <w:p w14:paraId="01BD57F6" w14:textId="46122AF8" w:rsidR="00A076A8" w:rsidRDefault="00A076A8" w:rsidP="00A076A8">
      <w:r>
        <w:t>[jméno], člen</w:t>
      </w:r>
    </w:p>
    <w:p w14:paraId="0CE45A3D" w14:textId="77777777" w:rsidR="00A076A8" w:rsidRDefault="00A076A8" w:rsidP="00A076A8"/>
    <w:p w14:paraId="0ACC6EA0" w14:textId="77777777" w:rsidR="00A076A8" w:rsidRDefault="00A076A8" w:rsidP="00A076A8"/>
    <w:p w14:paraId="66255E25" w14:textId="2F66836B" w:rsidR="00A076A8" w:rsidRDefault="00A076A8" w:rsidP="00A076A8">
      <w:r>
        <w:t>[jméno], člen</w:t>
      </w:r>
    </w:p>
    <w:p w14:paraId="102A4C52" w14:textId="267619EF" w:rsidR="00BC6255" w:rsidRPr="00047835" w:rsidRDefault="00BC6255" w:rsidP="00A076A8"/>
    <w:sectPr w:rsidR="00BC6255" w:rsidRPr="00047835" w:rsidSect="00FA6BAD"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9D9DC" w14:textId="77777777" w:rsidR="00450A96" w:rsidRDefault="00450A96" w:rsidP="00A67BD2">
      <w:r>
        <w:separator/>
      </w:r>
    </w:p>
  </w:endnote>
  <w:endnote w:type="continuationSeparator" w:id="0">
    <w:p w14:paraId="31D42818" w14:textId="77777777" w:rsidR="00450A96" w:rsidRDefault="00450A96" w:rsidP="00A6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BD7FA" w14:textId="77777777" w:rsidR="00450A96" w:rsidRDefault="00450A96" w:rsidP="00A67BD2">
      <w:r>
        <w:separator/>
      </w:r>
    </w:p>
  </w:footnote>
  <w:footnote w:type="continuationSeparator" w:id="0">
    <w:p w14:paraId="7C5D9C6F" w14:textId="77777777" w:rsidR="00450A96" w:rsidRDefault="00450A96" w:rsidP="00A67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16CB3"/>
    <w:multiLevelType w:val="hybridMultilevel"/>
    <w:tmpl w:val="CF30F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D2856"/>
    <w:multiLevelType w:val="hybridMultilevel"/>
    <w:tmpl w:val="ECBEC362"/>
    <w:lvl w:ilvl="0" w:tplc="85A8FE0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12E92"/>
    <w:multiLevelType w:val="hybridMultilevel"/>
    <w:tmpl w:val="C34603B8"/>
    <w:lvl w:ilvl="0" w:tplc="8D849A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11AEF"/>
    <w:multiLevelType w:val="hybridMultilevel"/>
    <w:tmpl w:val="E9AAD49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027850"/>
    <w:multiLevelType w:val="hybridMultilevel"/>
    <w:tmpl w:val="E9E80D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B4C3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549D3"/>
    <w:multiLevelType w:val="hybridMultilevel"/>
    <w:tmpl w:val="C6D682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74949"/>
    <w:multiLevelType w:val="hybridMultilevel"/>
    <w:tmpl w:val="56D49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C4599"/>
    <w:multiLevelType w:val="hybridMultilevel"/>
    <w:tmpl w:val="88E43AB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3F1F4C"/>
    <w:multiLevelType w:val="hybridMultilevel"/>
    <w:tmpl w:val="F2AEA334"/>
    <w:lvl w:ilvl="0" w:tplc="5A20D2D6">
      <w:start w:val="31"/>
      <w:numFmt w:val="bullet"/>
      <w:lvlText w:val="•"/>
      <w:lvlJc w:val="left"/>
      <w:pPr>
        <w:ind w:left="1065" w:hanging="705"/>
      </w:pPr>
      <w:rPr>
        <w:rFonts w:ascii="Aptos Narrow" w:eastAsiaTheme="minorHAnsi" w:hAnsi="Aptos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F173A"/>
    <w:multiLevelType w:val="hybridMultilevel"/>
    <w:tmpl w:val="63DA3F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534FF"/>
    <w:multiLevelType w:val="hybridMultilevel"/>
    <w:tmpl w:val="3DFC74E6"/>
    <w:lvl w:ilvl="0" w:tplc="20DABC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C1759"/>
    <w:multiLevelType w:val="hybridMultilevel"/>
    <w:tmpl w:val="D228FE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76FAB"/>
    <w:multiLevelType w:val="hybridMultilevel"/>
    <w:tmpl w:val="8A80BD1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CBF0B0B"/>
    <w:multiLevelType w:val="hybridMultilevel"/>
    <w:tmpl w:val="18DE467C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1648337">
    <w:abstractNumId w:val="8"/>
  </w:num>
  <w:num w:numId="2" w16cid:durableId="276841652">
    <w:abstractNumId w:val="0"/>
  </w:num>
  <w:num w:numId="3" w16cid:durableId="1310400316">
    <w:abstractNumId w:val="26"/>
  </w:num>
  <w:num w:numId="4" w16cid:durableId="824205646">
    <w:abstractNumId w:val="16"/>
  </w:num>
  <w:num w:numId="5" w16cid:durableId="433869088">
    <w:abstractNumId w:val="17"/>
  </w:num>
  <w:num w:numId="6" w16cid:durableId="1422995374">
    <w:abstractNumId w:val="24"/>
  </w:num>
  <w:num w:numId="7" w16cid:durableId="19093632">
    <w:abstractNumId w:val="27"/>
  </w:num>
  <w:num w:numId="8" w16cid:durableId="1750496430">
    <w:abstractNumId w:val="9"/>
  </w:num>
  <w:num w:numId="9" w16cid:durableId="1424105745">
    <w:abstractNumId w:val="12"/>
  </w:num>
  <w:num w:numId="10" w16cid:durableId="495190694">
    <w:abstractNumId w:val="22"/>
  </w:num>
  <w:num w:numId="11" w16cid:durableId="2026470328">
    <w:abstractNumId w:val="2"/>
  </w:num>
  <w:num w:numId="12" w16cid:durableId="2094087651">
    <w:abstractNumId w:val="15"/>
  </w:num>
  <w:num w:numId="13" w16cid:durableId="539130012">
    <w:abstractNumId w:val="18"/>
  </w:num>
  <w:num w:numId="14" w16cid:durableId="54401933">
    <w:abstractNumId w:val="21"/>
  </w:num>
  <w:num w:numId="15" w16cid:durableId="1250581710">
    <w:abstractNumId w:val="7"/>
  </w:num>
  <w:num w:numId="16" w16cid:durableId="1058431376">
    <w:abstractNumId w:val="20"/>
  </w:num>
  <w:num w:numId="17" w16cid:durableId="559483944">
    <w:abstractNumId w:val="1"/>
  </w:num>
  <w:num w:numId="18" w16cid:durableId="1673952876">
    <w:abstractNumId w:val="5"/>
  </w:num>
  <w:num w:numId="19" w16cid:durableId="1322848788">
    <w:abstractNumId w:val="10"/>
  </w:num>
  <w:num w:numId="20" w16cid:durableId="366419186">
    <w:abstractNumId w:val="14"/>
  </w:num>
  <w:num w:numId="21" w16cid:durableId="1371301819">
    <w:abstractNumId w:val="19"/>
  </w:num>
  <w:num w:numId="22" w16cid:durableId="1995378740">
    <w:abstractNumId w:val="4"/>
  </w:num>
  <w:num w:numId="23" w16cid:durableId="1947887477">
    <w:abstractNumId w:val="3"/>
  </w:num>
  <w:num w:numId="24" w16cid:durableId="1920359819">
    <w:abstractNumId w:val="23"/>
  </w:num>
  <w:num w:numId="25" w16cid:durableId="2053921550">
    <w:abstractNumId w:val="25"/>
  </w:num>
  <w:num w:numId="26" w16cid:durableId="1918202848">
    <w:abstractNumId w:val="13"/>
  </w:num>
  <w:num w:numId="27" w16cid:durableId="4140372">
    <w:abstractNumId w:val="11"/>
  </w:num>
  <w:num w:numId="28" w16cid:durableId="1561751389">
    <w:abstractNumId w:val="28"/>
  </w:num>
  <w:num w:numId="29" w16cid:durableId="8201202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E3"/>
    <w:rsid w:val="0000524F"/>
    <w:rsid w:val="00010D7F"/>
    <w:rsid w:val="000144A7"/>
    <w:rsid w:val="00041E4A"/>
    <w:rsid w:val="00047835"/>
    <w:rsid w:val="000534BE"/>
    <w:rsid w:val="00060642"/>
    <w:rsid w:val="00062EB9"/>
    <w:rsid w:val="0007282F"/>
    <w:rsid w:val="00072F44"/>
    <w:rsid w:val="0008794F"/>
    <w:rsid w:val="000A0B25"/>
    <w:rsid w:val="000B36B4"/>
    <w:rsid w:val="000D74FC"/>
    <w:rsid w:val="000F0486"/>
    <w:rsid w:val="000F12B6"/>
    <w:rsid w:val="0012029D"/>
    <w:rsid w:val="001230C0"/>
    <w:rsid w:val="001619EF"/>
    <w:rsid w:val="001877DB"/>
    <w:rsid w:val="00193352"/>
    <w:rsid w:val="001B6122"/>
    <w:rsid w:val="001C3E11"/>
    <w:rsid w:val="001D31BD"/>
    <w:rsid w:val="001D557C"/>
    <w:rsid w:val="001D6F82"/>
    <w:rsid w:val="001F757F"/>
    <w:rsid w:val="00201127"/>
    <w:rsid w:val="00231BAB"/>
    <w:rsid w:val="00234481"/>
    <w:rsid w:val="00240690"/>
    <w:rsid w:val="00260C1C"/>
    <w:rsid w:val="00260C8B"/>
    <w:rsid w:val="0026294C"/>
    <w:rsid w:val="002872B8"/>
    <w:rsid w:val="002879B3"/>
    <w:rsid w:val="002923F2"/>
    <w:rsid w:val="002962DE"/>
    <w:rsid w:val="002A0E40"/>
    <w:rsid w:val="002B0AA2"/>
    <w:rsid w:val="002B3388"/>
    <w:rsid w:val="002B60FE"/>
    <w:rsid w:val="002C7963"/>
    <w:rsid w:val="002D4ACA"/>
    <w:rsid w:val="002D5EF2"/>
    <w:rsid w:val="002E181D"/>
    <w:rsid w:val="002F035B"/>
    <w:rsid w:val="0032240C"/>
    <w:rsid w:val="00324E4A"/>
    <w:rsid w:val="0032718A"/>
    <w:rsid w:val="00342865"/>
    <w:rsid w:val="00345D4C"/>
    <w:rsid w:val="0036395C"/>
    <w:rsid w:val="00381307"/>
    <w:rsid w:val="003A35A1"/>
    <w:rsid w:val="003A47E4"/>
    <w:rsid w:val="003B01CA"/>
    <w:rsid w:val="003B5681"/>
    <w:rsid w:val="003C73EF"/>
    <w:rsid w:val="003F065E"/>
    <w:rsid w:val="003F1F65"/>
    <w:rsid w:val="003F20A2"/>
    <w:rsid w:val="00402471"/>
    <w:rsid w:val="00420726"/>
    <w:rsid w:val="00450A96"/>
    <w:rsid w:val="00452C7E"/>
    <w:rsid w:val="00471A6F"/>
    <w:rsid w:val="004C4FCD"/>
    <w:rsid w:val="004D5F56"/>
    <w:rsid w:val="004D7170"/>
    <w:rsid w:val="00500EAC"/>
    <w:rsid w:val="0050259E"/>
    <w:rsid w:val="00522404"/>
    <w:rsid w:val="005245A9"/>
    <w:rsid w:val="00541414"/>
    <w:rsid w:val="0056224E"/>
    <w:rsid w:val="00591D1F"/>
    <w:rsid w:val="0059354F"/>
    <w:rsid w:val="005B52F1"/>
    <w:rsid w:val="005C4E0A"/>
    <w:rsid w:val="005C7643"/>
    <w:rsid w:val="005E32AF"/>
    <w:rsid w:val="00602E2B"/>
    <w:rsid w:val="0060675E"/>
    <w:rsid w:val="00607750"/>
    <w:rsid w:val="0061169A"/>
    <w:rsid w:val="006269E1"/>
    <w:rsid w:val="0063063B"/>
    <w:rsid w:val="0064702A"/>
    <w:rsid w:val="00650185"/>
    <w:rsid w:val="00651FA3"/>
    <w:rsid w:val="006752D4"/>
    <w:rsid w:val="0068670E"/>
    <w:rsid w:val="006B2CC9"/>
    <w:rsid w:val="006B475D"/>
    <w:rsid w:val="006C1720"/>
    <w:rsid w:val="006D569C"/>
    <w:rsid w:val="006E4CD7"/>
    <w:rsid w:val="006F6D7E"/>
    <w:rsid w:val="00710C5F"/>
    <w:rsid w:val="0073009B"/>
    <w:rsid w:val="00734225"/>
    <w:rsid w:val="00745CE3"/>
    <w:rsid w:val="00762175"/>
    <w:rsid w:val="0076344D"/>
    <w:rsid w:val="0076759C"/>
    <w:rsid w:val="00785EFC"/>
    <w:rsid w:val="007932C8"/>
    <w:rsid w:val="007A08F9"/>
    <w:rsid w:val="007A646C"/>
    <w:rsid w:val="007B0B66"/>
    <w:rsid w:val="007B5CB8"/>
    <w:rsid w:val="007C483A"/>
    <w:rsid w:val="007E4852"/>
    <w:rsid w:val="007F4458"/>
    <w:rsid w:val="007F44A7"/>
    <w:rsid w:val="007F6AC5"/>
    <w:rsid w:val="0082735D"/>
    <w:rsid w:val="008317AF"/>
    <w:rsid w:val="00851F23"/>
    <w:rsid w:val="00856D54"/>
    <w:rsid w:val="00862185"/>
    <w:rsid w:val="008674B9"/>
    <w:rsid w:val="0087502B"/>
    <w:rsid w:val="008A07CA"/>
    <w:rsid w:val="008B0097"/>
    <w:rsid w:val="008D3D55"/>
    <w:rsid w:val="008E4008"/>
    <w:rsid w:val="00912144"/>
    <w:rsid w:val="00912A7E"/>
    <w:rsid w:val="00966434"/>
    <w:rsid w:val="00980B48"/>
    <w:rsid w:val="009C409E"/>
    <w:rsid w:val="009D4B5F"/>
    <w:rsid w:val="009F0D47"/>
    <w:rsid w:val="009F6CEA"/>
    <w:rsid w:val="009F744B"/>
    <w:rsid w:val="009F74D2"/>
    <w:rsid w:val="00A076A8"/>
    <w:rsid w:val="00A337AE"/>
    <w:rsid w:val="00A43C98"/>
    <w:rsid w:val="00A67BD2"/>
    <w:rsid w:val="00A74794"/>
    <w:rsid w:val="00A8633B"/>
    <w:rsid w:val="00A8688C"/>
    <w:rsid w:val="00AC3F6E"/>
    <w:rsid w:val="00AC7451"/>
    <w:rsid w:val="00AD389A"/>
    <w:rsid w:val="00AE324B"/>
    <w:rsid w:val="00AF1E7A"/>
    <w:rsid w:val="00B56447"/>
    <w:rsid w:val="00B70D78"/>
    <w:rsid w:val="00B72BFD"/>
    <w:rsid w:val="00B87FB6"/>
    <w:rsid w:val="00BB24E0"/>
    <w:rsid w:val="00BC59AE"/>
    <w:rsid w:val="00BC6255"/>
    <w:rsid w:val="00BC63B6"/>
    <w:rsid w:val="00BE4BAA"/>
    <w:rsid w:val="00BF4DCE"/>
    <w:rsid w:val="00BF6BFB"/>
    <w:rsid w:val="00C07C75"/>
    <w:rsid w:val="00C2143B"/>
    <w:rsid w:val="00C41B4A"/>
    <w:rsid w:val="00C4380D"/>
    <w:rsid w:val="00C9024B"/>
    <w:rsid w:val="00C91A08"/>
    <w:rsid w:val="00CA40E6"/>
    <w:rsid w:val="00CA7BDB"/>
    <w:rsid w:val="00CB1CCA"/>
    <w:rsid w:val="00CB5DDB"/>
    <w:rsid w:val="00CC1732"/>
    <w:rsid w:val="00CC570A"/>
    <w:rsid w:val="00CD1004"/>
    <w:rsid w:val="00CD2FF5"/>
    <w:rsid w:val="00CE7C78"/>
    <w:rsid w:val="00D1163D"/>
    <w:rsid w:val="00D123D7"/>
    <w:rsid w:val="00D35054"/>
    <w:rsid w:val="00D35A3D"/>
    <w:rsid w:val="00D36249"/>
    <w:rsid w:val="00D47309"/>
    <w:rsid w:val="00D4790A"/>
    <w:rsid w:val="00D80BF1"/>
    <w:rsid w:val="00D85DD9"/>
    <w:rsid w:val="00DB191E"/>
    <w:rsid w:val="00DB3D7D"/>
    <w:rsid w:val="00DB5B4A"/>
    <w:rsid w:val="00DE0D41"/>
    <w:rsid w:val="00DF6A12"/>
    <w:rsid w:val="00E142E3"/>
    <w:rsid w:val="00E1593F"/>
    <w:rsid w:val="00E223E1"/>
    <w:rsid w:val="00E315F0"/>
    <w:rsid w:val="00E45500"/>
    <w:rsid w:val="00E45B57"/>
    <w:rsid w:val="00E579BA"/>
    <w:rsid w:val="00EB1150"/>
    <w:rsid w:val="00EB486E"/>
    <w:rsid w:val="00EC2D93"/>
    <w:rsid w:val="00EC33ED"/>
    <w:rsid w:val="00EC564E"/>
    <w:rsid w:val="00EC5D6F"/>
    <w:rsid w:val="00EF31E7"/>
    <w:rsid w:val="00F2545B"/>
    <w:rsid w:val="00F6209A"/>
    <w:rsid w:val="00F6743D"/>
    <w:rsid w:val="00F72985"/>
    <w:rsid w:val="00F8011D"/>
    <w:rsid w:val="00F85778"/>
    <w:rsid w:val="00FA6BAD"/>
    <w:rsid w:val="00FB0AC9"/>
    <w:rsid w:val="00FD3507"/>
    <w:rsid w:val="00FD764B"/>
    <w:rsid w:val="00FE03ED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8872A"/>
  <w15:chartTrackingRefBased/>
  <w15:docId w15:val="{73F0D287-373D-4BA2-A3A9-80DB4F39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7BD2"/>
    <w:pPr>
      <w:spacing w:after="60"/>
      <w:jc w:val="both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51FA3"/>
    <w:pPr>
      <w:keepNext/>
      <w:numPr>
        <w:numId w:val="1"/>
      </w:numPr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51FA3"/>
    <w:pPr>
      <w:keepNext/>
      <w:numPr>
        <w:ilvl w:val="1"/>
        <w:numId w:val="1"/>
      </w:numPr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FA3"/>
    <w:pPr>
      <w:keepNext/>
      <w:keepLines/>
      <w:numPr>
        <w:ilvl w:val="2"/>
        <w:numId w:val="1"/>
      </w:numPr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FA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1FA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1FA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1FA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1FA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1FA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651FA3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651FA3"/>
    <w:rPr>
      <w:rFonts w:ascii="Aptos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51FA3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651FA3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651FA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651FA3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651FA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51FA3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651FA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651FA3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651FA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651FA3"/>
    <w:rPr>
      <w:rFonts w:ascii="Aptos" w:hAnsi="Aptos"/>
      <w:i/>
      <w:iCs/>
    </w:rPr>
  </w:style>
  <w:style w:type="paragraph" w:styleId="Bezmezer">
    <w:name w:val="No Spacing"/>
    <w:uiPriority w:val="1"/>
    <w:qFormat/>
    <w:rsid w:val="00651FA3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1FA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1FA3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651FA3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651FA3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51FA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651FA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51FA3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651FA3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51FA3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651FA3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51FA3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651F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651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651F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651FA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651FA3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651FA3"/>
  </w:style>
  <w:style w:type="paragraph" w:styleId="Citt">
    <w:name w:val="Quote"/>
    <w:basedOn w:val="Normln"/>
    <w:next w:val="Normln"/>
    <w:link w:val="CittChar"/>
    <w:uiPriority w:val="29"/>
    <w:qFormat/>
    <w:rsid w:val="00651F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1FA3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651FA3"/>
    <w:rPr>
      <w:rFonts w:ascii="Aptos" w:hAnsi="Aptos" w:cstheme="minorBidi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621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58A2-788E-4495-B4FD-99AA600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hlp_OSH.dotx</Template>
  <TotalTime>3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6</cp:revision>
  <cp:lastPrinted>2023-03-12T16:53:00Z</cp:lastPrinted>
  <dcterms:created xsi:type="dcterms:W3CDTF">2025-11-12T13:11:00Z</dcterms:created>
  <dcterms:modified xsi:type="dcterms:W3CDTF">2025-11-12T13:56:00Z</dcterms:modified>
</cp:coreProperties>
</file>